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72B10" w14:textId="77777777" w:rsidR="00124892" w:rsidRPr="00124892" w:rsidRDefault="00124892" w:rsidP="00AF73C9">
      <w:pPr>
        <w:jc w:val="right"/>
      </w:pPr>
      <w:r w:rsidRPr="00124892">
        <w:t>Noah Bender</w:t>
      </w:r>
    </w:p>
    <w:p w14:paraId="732BDFD9" w14:textId="77777777" w:rsidR="00124892" w:rsidRPr="00124892" w:rsidRDefault="00124892" w:rsidP="00124892">
      <w:pPr>
        <w:jc w:val="right"/>
      </w:pPr>
      <w:r w:rsidRPr="00124892">
        <w:t>Eichenweg 23</w:t>
      </w:r>
    </w:p>
    <w:p w14:paraId="75377C45" w14:textId="77777777" w:rsidR="00124892" w:rsidRPr="00124892" w:rsidRDefault="00124892" w:rsidP="00124892">
      <w:pPr>
        <w:jc w:val="right"/>
      </w:pPr>
      <w:r w:rsidRPr="00124892">
        <w:t>06132 Halle (Saale)</w:t>
      </w:r>
    </w:p>
    <w:p w14:paraId="6CA74765" w14:textId="77777777" w:rsidR="00124892" w:rsidRPr="00124892" w:rsidRDefault="00124892" w:rsidP="00124892">
      <w:pPr>
        <w:jc w:val="right"/>
      </w:pPr>
      <w:r w:rsidRPr="00124892">
        <w:t>Tel.: 0345 123456</w:t>
      </w:r>
    </w:p>
    <w:p w14:paraId="686ACFEC" w14:textId="1D4BB29B" w:rsidR="00124892" w:rsidRPr="00124892" w:rsidRDefault="00124892" w:rsidP="00124892">
      <w:pPr>
        <w:jc w:val="right"/>
      </w:pPr>
      <w:r>
        <w:t>E-Mail: noah.bender@bspweb.de</w:t>
      </w:r>
    </w:p>
    <w:p w14:paraId="64B76FAB" w14:textId="77777777" w:rsidR="00124892" w:rsidRPr="00124892" w:rsidRDefault="00124892" w:rsidP="00124892"/>
    <w:p w14:paraId="6C43D247" w14:textId="77777777" w:rsidR="00124892" w:rsidRPr="00124892" w:rsidRDefault="00124892" w:rsidP="00124892"/>
    <w:p w14:paraId="00E6E1DC" w14:textId="77777777" w:rsidR="00124892" w:rsidRPr="00124892" w:rsidRDefault="00124892" w:rsidP="00124892">
      <w:r w:rsidRPr="00124892">
        <w:t>Raabe Anlagenbau</w:t>
      </w:r>
    </w:p>
    <w:p w14:paraId="34737656" w14:textId="77777777" w:rsidR="00124892" w:rsidRPr="00124892" w:rsidRDefault="00124892" w:rsidP="00124892">
      <w:r w:rsidRPr="00124892">
        <w:t xml:space="preserve">Herrn Michael </w:t>
      </w:r>
      <w:proofErr w:type="spellStart"/>
      <w:r w:rsidRPr="00124892">
        <w:t>Großkamp</w:t>
      </w:r>
      <w:proofErr w:type="spellEnd"/>
    </w:p>
    <w:p w14:paraId="4C8F8AAC" w14:textId="77777777" w:rsidR="00124892" w:rsidRPr="00124892" w:rsidRDefault="00124892" w:rsidP="00124892">
      <w:r w:rsidRPr="00124892">
        <w:t>Dieselstraße 15</w:t>
      </w:r>
    </w:p>
    <w:p w14:paraId="39C7CE20" w14:textId="77777777" w:rsidR="00124892" w:rsidRPr="00124892" w:rsidRDefault="00124892" w:rsidP="00124892">
      <w:r w:rsidRPr="00124892">
        <w:t>06112 Halle (Saale)</w:t>
      </w:r>
    </w:p>
    <w:p w14:paraId="413B777E" w14:textId="77777777" w:rsidR="00124892" w:rsidRPr="00124892" w:rsidRDefault="00124892" w:rsidP="00124892"/>
    <w:p w14:paraId="2163FCC2" w14:textId="77777777" w:rsidR="00124892" w:rsidRPr="00124892" w:rsidRDefault="00124892" w:rsidP="00124892"/>
    <w:p w14:paraId="13E46C1B" w14:textId="6773D977" w:rsidR="00124892" w:rsidRPr="00124892" w:rsidRDefault="00124892" w:rsidP="00124892">
      <w:pPr>
        <w:jc w:val="right"/>
      </w:pPr>
      <w:r w:rsidRPr="00124892">
        <w:t>31.1.201</w:t>
      </w:r>
      <w:r>
        <w:t>6</w:t>
      </w:r>
    </w:p>
    <w:p w14:paraId="3D14022E" w14:textId="77777777" w:rsidR="00124892" w:rsidRPr="00124892" w:rsidRDefault="00124892" w:rsidP="00124892"/>
    <w:p w14:paraId="43A4654B" w14:textId="77777777" w:rsidR="00124892" w:rsidRPr="00124892" w:rsidRDefault="00124892" w:rsidP="00124892"/>
    <w:p w14:paraId="14CECC22" w14:textId="77777777" w:rsidR="00124892" w:rsidRPr="00124892" w:rsidRDefault="00124892" w:rsidP="00124892">
      <w:pPr>
        <w:rPr>
          <w:b/>
        </w:rPr>
      </w:pPr>
      <w:r w:rsidRPr="00124892">
        <w:rPr>
          <w:b/>
        </w:rPr>
        <w:t>Bewerbung als Schweißer</w:t>
      </w:r>
    </w:p>
    <w:p w14:paraId="5C79FEAE" w14:textId="340BFCA8" w:rsidR="00124892" w:rsidRPr="00124892" w:rsidRDefault="00124892" w:rsidP="00124892">
      <w:pPr>
        <w:rPr>
          <w:b/>
        </w:rPr>
      </w:pPr>
      <w:r w:rsidRPr="00124892">
        <w:rPr>
          <w:b/>
        </w:rPr>
        <w:t>Ihr Stellenangebot auf www.monster.de</w:t>
      </w:r>
      <w:r>
        <w:rPr>
          <w:b/>
        </w:rPr>
        <w:t xml:space="preserve"> vom 17.1.2016</w:t>
      </w:r>
    </w:p>
    <w:p w14:paraId="4F2C3A3E" w14:textId="77777777" w:rsidR="00124892" w:rsidRPr="00124892" w:rsidRDefault="00124892" w:rsidP="00124892"/>
    <w:p w14:paraId="6EC33EFA" w14:textId="77777777" w:rsidR="00124892" w:rsidRPr="00124892" w:rsidRDefault="00124892" w:rsidP="00124892"/>
    <w:p w14:paraId="5353F095" w14:textId="77777777" w:rsidR="00124892" w:rsidRPr="00124892" w:rsidRDefault="00124892" w:rsidP="00124892">
      <w:r w:rsidRPr="00124892">
        <w:t xml:space="preserve">Sehr geehrter Herr </w:t>
      </w:r>
      <w:proofErr w:type="spellStart"/>
      <w:r w:rsidRPr="00124892">
        <w:t>Großkamp</w:t>
      </w:r>
      <w:proofErr w:type="spellEnd"/>
      <w:r w:rsidRPr="00124892">
        <w:t>,</w:t>
      </w:r>
    </w:p>
    <w:p w14:paraId="56417665" w14:textId="77777777" w:rsidR="00124892" w:rsidRPr="00124892" w:rsidRDefault="00124892" w:rsidP="00124892">
      <w:pPr>
        <w:rPr>
          <w:sz w:val="14"/>
          <w:szCs w:val="14"/>
        </w:rPr>
      </w:pPr>
    </w:p>
    <w:p w14:paraId="2867DA9B" w14:textId="370354F8" w:rsidR="00124892" w:rsidRPr="00124892" w:rsidRDefault="00124892" w:rsidP="00124892">
      <w:r w:rsidRPr="00124892">
        <w:t>vor zwei Wochen habe ich meine Zusatzausbildung zum Schweißer (40 Unterrichtseinheiten) abgeschlossen</w:t>
      </w:r>
      <w:r>
        <w:t>,</w:t>
      </w:r>
      <w:r w:rsidRPr="00124892">
        <w:t xml:space="preserve"> und jetzt suche ich nach einer neuen Herausforderung. Die Stelle, die Sie au</w:t>
      </w:r>
      <w:r w:rsidRPr="00124892">
        <w:t>s</w:t>
      </w:r>
      <w:r w:rsidRPr="00124892">
        <w:t>sch</w:t>
      </w:r>
      <w:r w:rsidR="00683179">
        <w:t>r</w:t>
      </w:r>
      <w:r w:rsidRPr="00124892">
        <w:t xml:space="preserve">eiben, klingt ganz danach, und ich bewerbe mich darauf. </w:t>
      </w:r>
    </w:p>
    <w:p w14:paraId="333A44F3" w14:textId="77777777" w:rsidR="00124892" w:rsidRPr="00124892" w:rsidRDefault="00124892" w:rsidP="00124892">
      <w:pPr>
        <w:rPr>
          <w:sz w:val="14"/>
          <w:szCs w:val="14"/>
        </w:rPr>
      </w:pPr>
    </w:p>
    <w:p w14:paraId="5D73F38B" w14:textId="5CAB65FE" w:rsidR="00124892" w:rsidRPr="00124892" w:rsidRDefault="00124892" w:rsidP="00124892">
      <w:r w:rsidRPr="00124892">
        <w:t xml:space="preserve">Ich bin 27 Jahre alt, ausgebildeter Industriemechaniker und war zunächst einige Jahre bei </w:t>
      </w:r>
      <w:r w:rsidR="00F46861">
        <w:br/>
      </w:r>
      <w:r w:rsidRPr="00124892">
        <w:t>Strehle Stanz- und Umformtechnik im Werkzeugbau tätig. Bohren, Fräsen und gelegentliche</w:t>
      </w:r>
      <w:r>
        <w:t>s</w:t>
      </w:r>
      <w:r w:rsidRPr="00124892">
        <w:t xml:space="preserve"> Schweißen gehörten dort zu meinem Alltag. Als die Firma Insolvenz anmelden musste, war mir bewusst, dass es schwer sein würde, ohne eine gefragte Zusatzqualifikation in der Umgebung eine neue Stelle zu finden. Daher absolvierte ich die Zusatzausbildung zum Schweißer.</w:t>
      </w:r>
    </w:p>
    <w:p w14:paraId="44531076" w14:textId="77777777" w:rsidR="00124892" w:rsidRPr="00124892" w:rsidRDefault="00124892" w:rsidP="00124892">
      <w:pPr>
        <w:rPr>
          <w:sz w:val="14"/>
          <w:szCs w:val="14"/>
        </w:rPr>
      </w:pPr>
    </w:p>
    <w:p w14:paraId="41AB4719" w14:textId="77777777" w:rsidR="00124892" w:rsidRPr="00124892" w:rsidRDefault="00124892" w:rsidP="00124892">
      <w:r w:rsidRPr="00124892">
        <w:t>Die gewünschte Schweißerfahrung (WIG/MAG) Wolfram-</w:t>
      </w:r>
      <w:proofErr w:type="spellStart"/>
      <w:r w:rsidRPr="00124892">
        <w:t>Inertgasschweißen</w:t>
      </w:r>
      <w:proofErr w:type="spellEnd"/>
      <w:r w:rsidRPr="00124892">
        <w:t xml:space="preserve"> und Metallakti</w:t>
      </w:r>
      <w:r w:rsidRPr="00124892">
        <w:t>v</w:t>
      </w:r>
      <w:r w:rsidRPr="00124892">
        <w:t>gasschweißen bringe ich mit. Ebenso bin ich gewohnt, technische Zeichnungen zu lesen und umzusetzen.</w:t>
      </w:r>
    </w:p>
    <w:p w14:paraId="62D367D1" w14:textId="77777777" w:rsidR="00124892" w:rsidRPr="00124892" w:rsidRDefault="00124892" w:rsidP="00124892">
      <w:pPr>
        <w:rPr>
          <w:sz w:val="14"/>
          <w:szCs w:val="14"/>
        </w:rPr>
      </w:pPr>
    </w:p>
    <w:p w14:paraId="63429FAE" w14:textId="623F28BD" w:rsidR="00124892" w:rsidRPr="00124892" w:rsidRDefault="00124892" w:rsidP="00124892">
      <w:r w:rsidRPr="00124892">
        <w:t xml:space="preserve">Ganz offen gebe ich allerdings zu: </w:t>
      </w:r>
      <w:r>
        <w:t>M</w:t>
      </w:r>
      <w:r w:rsidRPr="00124892">
        <w:t>ehrjährige Erfahrung im Schweißen bringe ich nicht mit. Aber ich lerne schnell und galt in meinem bisherigen Betrieb als sehr offen für Neues. Dass ich überdies ebenso sorgfältig wie schnell arbeite, wurde mir im Arbeitszeugnis bescheinigt.</w:t>
      </w:r>
    </w:p>
    <w:p w14:paraId="0DF4BF7D" w14:textId="77777777" w:rsidR="00124892" w:rsidRPr="00124892" w:rsidRDefault="00124892" w:rsidP="00124892">
      <w:pPr>
        <w:rPr>
          <w:sz w:val="14"/>
          <w:szCs w:val="14"/>
        </w:rPr>
      </w:pPr>
    </w:p>
    <w:p w14:paraId="0162D9C2" w14:textId="77777777" w:rsidR="00124892" w:rsidRPr="00124892" w:rsidRDefault="00124892" w:rsidP="00124892">
      <w:r w:rsidRPr="00124892">
        <w:t>Gern komme ich zu einem Vorstellungsgespräch, wenn meine Bewerbung für Sie von Interesse ist. Über eine Einladung würde ich mich freuen!</w:t>
      </w:r>
    </w:p>
    <w:p w14:paraId="4848958F" w14:textId="77777777" w:rsidR="00124892" w:rsidRPr="00124892" w:rsidRDefault="00124892" w:rsidP="00124892">
      <w:pPr>
        <w:rPr>
          <w:sz w:val="14"/>
          <w:szCs w:val="14"/>
        </w:rPr>
      </w:pPr>
    </w:p>
    <w:p w14:paraId="239E5DA1" w14:textId="77777777" w:rsidR="00124892" w:rsidRDefault="00124892" w:rsidP="00124892">
      <w:r w:rsidRPr="00124892">
        <w:t xml:space="preserve">Mit freundlichen Grüßen </w:t>
      </w:r>
    </w:p>
    <w:p w14:paraId="626AA449" w14:textId="77777777" w:rsidR="00F46861" w:rsidRPr="00124892" w:rsidRDefault="00F46861" w:rsidP="00124892"/>
    <w:p w14:paraId="329AD342" w14:textId="302D809A" w:rsidR="0095639B" w:rsidRPr="009C072C" w:rsidRDefault="00124892" w:rsidP="00F46861">
      <w:pPr>
        <w:pStyle w:val="UnterschriftName"/>
        <w:rPr>
          <w:rFonts w:ascii="Lucida Handwriting" w:hAnsi="Lucida Handwriting"/>
        </w:rPr>
      </w:pPr>
      <w:bookmarkStart w:id="0" w:name="_GoBack"/>
      <w:r w:rsidRPr="009C072C">
        <w:rPr>
          <w:rFonts w:ascii="Lucida Handwriting" w:hAnsi="Lucida Handwriting"/>
        </w:rPr>
        <w:t>Noah Bender</w:t>
      </w:r>
      <w:bookmarkEnd w:id="0"/>
    </w:p>
    <w:sectPr w:rsidR="0095639B" w:rsidRPr="009C072C" w:rsidSect="00AF73C9">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D04998" w:rsidRDefault="00D04998" w:rsidP="00D04998">
      <w:pPr>
        <w:spacing w:line="240" w:lineRule="auto"/>
      </w:pPr>
      <w:r>
        <w:separator/>
      </w:r>
    </w:p>
  </w:endnote>
  <w:endnote w:type="continuationSeparator" w:id="0">
    <w:p w14:paraId="44007B12" w14:textId="77777777" w:rsidR="00D04998" w:rsidRDefault="00D04998"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D04998" w:rsidRDefault="00D04998" w:rsidP="00D04998">
      <w:pPr>
        <w:spacing w:line="240" w:lineRule="auto"/>
      </w:pPr>
      <w:r>
        <w:separator/>
      </w:r>
    </w:p>
  </w:footnote>
  <w:footnote w:type="continuationSeparator" w:id="0">
    <w:p w14:paraId="0E955EC2" w14:textId="77777777" w:rsidR="00D04998" w:rsidRDefault="00D04998"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124892"/>
    <w:rsid w:val="0021238A"/>
    <w:rsid w:val="00370185"/>
    <w:rsid w:val="003B7D74"/>
    <w:rsid w:val="004F0647"/>
    <w:rsid w:val="00631380"/>
    <w:rsid w:val="00683179"/>
    <w:rsid w:val="006F5C84"/>
    <w:rsid w:val="00770743"/>
    <w:rsid w:val="007C371D"/>
    <w:rsid w:val="008D2E71"/>
    <w:rsid w:val="008D76FD"/>
    <w:rsid w:val="0095639B"/>
    <w:rsid w:val="009C072C"/>
    <w:rsid w:val="009D01B1"/>
    <w:rsid w:val="00A479D8"/>
    <w:rsid w:val="00A66DEC"/>
    <w:rsid w:val="00AB6AAA"/>
    <w:rsid w:val="00AE72C8"/>
    <w:rsid w:val="00AF73C9"/>
    <w:rsid w:val="00B14BB3"/>
    <w:rsid w:val="00C841F7"/>
    <w:rsid w:val="00CC6031"/>
    <w:rsid w:val="00CC7DA6"/>
    <w:rsid w:val="00D04998"/>
    <w:rsid w:val="00DF7E68"/>
    <w:rsid w:val="00E37989"/>
    <w:rsid w:val="00EA037D"/>
    <w:rsid w:val="00EB3170"/>
    <w:rsid w:val="00F1444A"/>
    <w:rsid w:val="00F339CC"/>
    <w:rsid w:val="00F4686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AF73C9"/>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AF73C9"/>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AF73C9"/>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AF73C9"/>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93091B4E</Template>
  <TotalTime>0</TotalTime>
  <Pages>1</Pages>
  <Words>222</Words>
  <Characters>1401</Characters>
  <Application>Microsoft Office Word</Application>
  <DocSecurity>0</DocSecurity>
  <Lines>11</Lines>
  <Paragraphs>3</Paragraphs>
  <ScaleCrop>false</ScaleCrop>
  <Company>F G</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2016-01-14T14:22:00Z</cp:lastPrinted>
  <dcterms:created xsi:type="dcterms:W3CDTF">2016-01-14T14:22:00Z</dcterms:created>
  <dcterms:modified xsi:type="dcterms:W3CDTF">2016-02-02T08:00:00Z</dcterms:modified>
</cp:coreProperties>
</file>